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85" w:rsidRPr="0064768A" w:rsidRDefault="004A6085" w:rsidP="00DC4A7C">
      <w:pPr>
        <w:pStyle w:val="BodyText"/>
        <w:rPr>
          <w:bCs/>
          <w:sz w:val="18"/>
          <w:szCs w:val="18"/>
        </w:rPr>
      </w:pPr>
      <w:r>
        <w:rPr>
          <w:bCs/>
          <w:sz w:val="18"/>
          <w:szCs w:val="18"/>
        </w:rPr>
        <w:t>Приложение  № 6</w:t>
      </w:r>
    </w:p>
    <w:p w:rsidR="004A6085" w:rsidRDefault="004A6085" w:rsidP="00DC4A7C">
      <w:pPr>
        <w:jc w:val="right"/>
        <w:rPr>
          <w:sz w:val="18"/>
          <w:szCs w:val="18"/>
        </w:rPr>
      </w:pPr>
      <w:r>
        <w:rPr>
          <w:sz w:val="18"/>
          <w:szCs w:val="18"/>
        </w:rPr>
        <w:t>к  решению Совета депутатов Спиринского сельсовета</w:t>
      </w:r>
    </w:p>
    <w:p w:rsidR="004A6085" w:rsidRDefault="004A6085" w:rsidP="00DC4A7C">
      <w:pPr>
        <w:jc w:val="right"/>
        <w:rPr>
          <w:sz w:val="18"/>
          <w:szCs w:val="18"/>
        </w:rPr>
      </w:pPr>
      <w:r>
        <w:rPr>
          <w:sz w:val="18"/>
          <w:szCs w:val="18"/>
        </w:rPr>
        <w:t>Ордынского района Новосибирской области</w:t>
      </w:r>
    </w:p>
    <w:p w:rsidR="004A6085" w:rsidRDefault="004A6085" w:rsidP="00DC4A7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Спиринского сельсовета Ордынского района</w:t>
      </w:r>
    </w:p>
    <w:p w:rsidR="004A6085" w:rsidRDefault="004A6085" w:rsidP="00DC4A7C">
      <w:pPr>
        <w:jc w:val="right"/>
        <w:rPr>
          <w:sz w:val="18"/>
          <w:szCs w:val="18"/>
        </w:rPr>
      </w:pPr>
      <w:r>
        <w:rPr>
          <w:sz w:val="18"/>
          <w:szCs w:val="18"/>
        </w:rPr>
        <w:t>Новосибирской области на 2018год</w:t>
      </w:r>
    </w:p>
    <w:p w:rsidR="004A6085" w:rsidRDefault="004A6085" w:rsidP="00DC4A7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и  плановый период 2019 и 2020 годов» </w:t>
      </w:r>
    </w:p>
    <w:p w:rsidR="004A6085" w:rsidRDefault="004A6085" w:rsidP="0002209D">
      <w:pPr>
        <w:jc w:val="right"/>
        <w:rPr>
          <w:sz w:val="20"/>
          <w:szCs w:val="20"/>
        </w:rPr>
      </w:pPr>
      <w:r>
        <w:rPr>
          <w:sz w:val="18"/>
          <w:szCs w:val="18"/>
        </w:rPr>
        <w:t>от  22.12.2017 г. № 21/1</w:t>
      </w:r>
      <w:r>
        <w:t xml:space="preserve">            </w:t>
      </w:r>
    </w:p>
    <w:p w:rsidR="004A6085" w:rsidRDefault="004A6085" w:rsidP="0002209D">
      <w:pPr>
        <w:jc w:val="right"/>
        <w:rPr>
          <w:sz w:val="20"/>
          <w:szCs w:val="20"/>
        </w:rPr>
      </w:pPr>
    </w:p>
    <w:p w:rsidR="004A6085" w:rsidRDefault="004A6085" w:rsidP="00022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трансфертов, передаваемых из бюджета Спиринского сельсовета Ордынского района Новосибирской области в бюджет</w:t>
      </w:r>
      <w:r w:rsidRPr="00DC4A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Ордынского района Новосибирской области </w:t>
      </w:r>
    </w:p>
    <w:p w:rsidR="004A6085" w:rsidRPr="00C77175" w:rsidRDefault="004A6085" w:rsidP="000220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 год</w:t>
      </w:r>
    </w:p>
    <w:p w:rsidR="004A6085" w:rsidRDefault="004A6085" w:rsidP="0002209D">
      <w:pPr>
        <w:jc w:val="center"/>
      </w:pPr>
    </w:p>
    <w:p w:rsidR="004A6085" w:rsidRDefault="004A6085" w:rsidP="0002209D">
      <w:pPr>
        <w:jc w:val="right"/>
        <w:rPr>
          <w:sz w:val="20"/>
        </w:rPr>
      </w:pPr>
      <w:r>
        <w:rPr>
          <w:sz w:val="20"/>
        </w:rPr>
        <w:t>таблица1</w:t>
      </w:r>
    </w:p>
    <w:p w:rsidR="004A6085" w:rsidRDefault="004A6085" w:rsidP="0002209D">
      <w:pPr>
        <w:jc w:val="right"/>
      </w:pPr>
      <w:r>
        <w:rPr>
          <w:sz w:val="20"/>
          <w:szCs w:val="20"/>
        </w:rPr>
        <w:t xml:space="preserve">  </w:t>
      </w:r>
      <w:r w:rsidRPr="00904913">
        <w:rPr>
          <w:sz w:val="20"/>
          <w:szCs w:val="20"/>
        </w:rPr>
        <w:t>тыс</w:t>
      </w:r>
      <w:r>
        <w:rPr>
          <w:sz w:val="20"/>
          <w:szCs w:val="20"/>
        </w:rPr>
        <w:t xml:space="preserve">. </w:t>
      </w:r>
      <w:r w:rsidRPr="00904913">
        <w:rPr>
          <w:sz w:val="20"/>
          <w:szCs w:val="20"/>
        </w:rPr>
        <w:t>рубле</w:t>
      </w:r>
      <w:r>
        <w:rPr>
          <w:sz w:val="20"/>
          <w:szCs w:val="20"/>
        </w:rPr>
        <w:t>й</w:t>
      </w:r>
    </w:p>
    <w:p w:rsidR="004A6085" w:rsidRDefault="004A6085" w:rsidP="0002209D">
      <w:pPr>
        <w:jc w:val="center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887"/>
        <w:gridCol w:w="960"/>
        <w:gridCol w:w="1416"/>
        <w:gridCol w:w="1563"/>
        <w:gridCol w:w="839"/>
        <w:gridCol w:w="1281"/>
      </w:tblGrid>
      <w:tr w:rsidR="004A6085" w:rsidRPr="00542C27" w:rsidTr="00AF0646">
        <w:tc>
          <w:tcPr>
            <w:tcW w:w="2977" w:type="dxa"/>
            <w:vMerge w:val="restart"/>
          </w:tcPr>
          <w:p w:rsidR="004A6085" w:rsidRPr="00542C27" w:rsidRDefault="004A6085" w:rsidP="00CF070C">
            <w:r w:rsidRPr="00542C27">
              <w:t>Наименование</w:t>
            </w:r>
          </w:p>
        </w:tc>
        <w:tc>
          <w:tcPr>
            <w:tcW w:w="6946" w:type="dxa"/>
            <w:gridSpan w:val="6"/>
          </w:tcPr>
          <w:p w:rsidR="004A6085" w:rsidRPr="00542C27" w:rsidRDefault="004A6085" w:rsidP="00926107">
            <w:pPr>
              <w:jc w:val="center"/>
            </w:pPr>
            <w:r w:rsidRPr="00542C27">
              <w:t>Код бюджетной классификации</w:t>
            </w:r>
          </w:p>
        </w:tc>
      </w:tr>
      <w:tr w:rsidR="004A6085" w:rsidRPr="00542C27" w:rsidTr="00AF0646">
        <w:tc>
          <w:tcPr>
            <w:tcW w:w="2977" w:type="dxa"/>
            <w:vMerge/>
          </w:tcPr>
          <w:p w:rsidR="004A6085" w:rsidRPr="00542C27" w:rsidRDefault="004A6085" w:rsidP="00CF070C"/>
        </w:tc>
        <w:tc>
          <w:tcPr>
            <w:tcW w:w="887" w:type="dxa"/>
          </w:tcPr>
          <w:p w:rsidR="004A6085" w:rsidRPr="00542C27" w:rsidRDefault="004A6085" w:rsidP="00926107">
            <w:pPr>
              <w:jc w:val="center"/>
            </w:pPr>
            <w:r w:rsidRPr="00542C27">
              <w:t>ГРБС</w:t>
            </w:r>
          </w:p>
        </w:tc>
        <w:tc>
          <w:tcPr>
            <w:tcW w:w="960" w:type="dxa"/>
          </w:tcPr>
          <w:p w:rsidR="004A6085" w:rsidRPr="00542C27" w:rsidRDefault="004A6085" w:rsidP="00926107">
            <w:pPr>
              <w:jc w:val="center"/>
            </w:pPr>
            <w:r w:rsidRPr="00542C27">
              <w:t>Р3</w:t>
            </w:r>
          </w:p>
        </w:tc>
        <w:tc>
          <w:tcPr>
            <w:tcW w:w="1416" w:type="dxa"/>
          </w:tcPr>
          <w:p w:rsidR="004A6085" w:rsidRPr="00542C27" w:rsidRDefault="004A6085" w:rsidP="00926107">
            <w:pPr>
              <w:jc w:val="center"/>
            </w:pPr>
            <w:r w:rsidRPr="00542C27">
              <w:t>ПР</w:t>
            </w:r>
          </w:p>
        </w:tc>
        <w:tc>
          <w:tcPr>
            <w:tcW w:w="1563" w:type="dxa"/>
          </w:tcPr>
          <w:p w:rsidR="004A6085" w:rsidRPr="00542C27" w:rsidRDefault="004A6085" w:rsidP="00926107">
            <w:pPr>
              <w:jc w:val="center"/>
            </w:pPr>
            <w:r w:rsidRPr="00542C27">
              <w:t>ЦСР</w:t>
            </w:r>
          </w:p>
        </w:tc>
        <w:tc>
          <w:tcPr>
            <w:tcW w:w="839" w:type="dxa"/>
          </w:tcPr>
          <w:p w:rsidR="004A6085" w:rsidRPr="00542C27" w:rsidRDefault="004A6085" w:rsidP="00926107">
            <w:pPr>
              <w:jc w:val="center"/>
            </w:pPr>
            <w:r w:rsidRPr="00542C27">
              <w:t>ВР</w:t>
            </w:r>
          </w:p>
        </w:tc>
        <w:tc>
          <w:tcPr>
            <w:tcW w:w="1281" w:type="dxa"/>
          </w:tcPr>
          <w:p w:rsidR="004A6085" w:rsidRPr="00542C27" w:rsidRDefault="004A6085" w:rsidP="00AF0646">
            <w:pPr>
              <w:jc w:val="center"/>
            </w:pPr>
            <w:r w:rsidRPr="00542C27">
              <w:t>201</w:t>
            </w:r>
            <w:r>
              <w:t>8</w:t>
            </w:r>
            <w:r w:rsidRPr="00542C27">
              <w:t xml:space="preserve"> год</w:t>
            </w:r>
          </w:p>
        </w:tc>
      </w:tr>
      <w:tr w:rsidR="004A6085" w:rsidRPr="00542C27" w:rsidTr="00AF0646">
        <w:tc>
          <w:tcPr>
            <w:tcW w:w="2977" w:type="dxa"/>
          </w:tcPr>
          <w:p w:rsidR="004A6085" w:rsidRPr="00542C27" w:rsidRDefault="004A6085" w:rsidP="00CF070C">
            <w:r w:rsidRPr="00542C27">
              <w:t>1</w:t>
            </w:r>
          </w:p>
        </w:tc>
        <w:tc>
          <w:tcPr>
            <w:tcW w:w="887" w:type="dxa"/>
          </w:tcPr>
          <w:p w:rsidR="004A6085" w:rsidRPr="00542C27" w:rsidRDefault="004A6085" w:rsidP="00926107">
            <w:pPr>
              <w:jc w:val="center"/>
            </w:pPr>
            <w:r w:rsidRPr="00542C27">
              <w:t>2</w:t>
            </w:r>
          </w:p>
        </w:tc>
        <w:tc>
          <w:tcPr>
            <w:tcW w:w="960" w:type="dxa"/>
          </w:tcPr>
          <w:p w:rsidR="004A6085" w:rsidRPr="00542C27" w:rsidRDefault="004A6085" w:rsidP="00926107">
            <w:pPr>
              <w:jc w:val="center"/>
            </w:pPr>
            <w:r w:rsidRPr="00542C27">
              <w:t>3</w:t>
            </w:r>
          </w:p>
        </w:tc>
        <w:tc>
          <w:tcPr>
            <w:tcW w:w="1416" w:type="dxa"/>
          </w:tcPr>
          <w:p w:rsidR="004A6085" w:rsidRPr="00542C27" w:rsidRDefault="004A6085" w:rsidP="00926107">
            <w:pPr>
              <w:jc w:val="center"/>
            </w:pPr>
            <w:r w:rsidRPr="00542C27">
              <w:t>4</w:t>
            </w:r>
          </w:p>
        </w:tc>
        <w:tc>
          <w:tcPr>
            <w:tcW w:w="1563" w:type="dxa"/>
          </w:tcPr>
          <w:p w:rsidR="004A6085" w:rsidRPr="00542C27" w:rsidRDefault="004A6085" w:rsidP="00926107">
            <w:pPr>
              <w:jc w:val="center"/>
            </w:pPr>
            <w:r w:rsidRPr="00542C27">
              <w:t>5</w:t>
            </w:r>
          </w:p>
        </w:tc>
        <w:tc>
          <w:tcPr>
            <w:tcW w:w="839" w:type="dxa"/>
          </w:tcPr>
          <w:p w:rsidR="004A6085" w:rsidRPr="00542C27" w:rsidRDefault="004A6085" w:rsidP="00926107">
            <w:pPr>
              <w:jc w:val="center"/>
            </w:pPr>
            <w:r w:rsidRPr="00542C27">
              <w:t>6</w:t>
            </w:r>
          </w:p>
        </w:tc>
        <w:tc>
          <w:tcPr>
            <w:tcW w:w="1281" w:type="dxa"/>
          </w:tcPr>
          <w:p w:rsidR="004A6085" w:rsidRPr="00542C27" w:rsidRDefault="004A6085" w:rsidP="00926107">
            <w:pPr>
              <w:ind w:left="360"/>
              <w:jc w:val="center"/>
            </w:pPr>
            <w:r w:rsidRPr="00542C27">
              <w:t>7</w:t>
            </w:r>
          </w:p>
        </w:tc>
      </w:tr>
      <w:tr w:rsidR="004A6085" w:rsidRPr="00542C27" w:rsidTr="00AF0646">
        <w:tc>
          <w:tcPr>
            <w:tcW w:w="2977" w:type="dxa"/>
          </w:tcPr>
          <w:p w:rsidR="004A6085" w:rsidRPr="0089374C" w:rsidRDefault="004A6085" w:rsidP="00CF070C">
            <w:r w:rsidRPr="0089374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7" w:type="dxa"/>
          </w:tcPr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  <w:r w:rsidRPr="00542C27">
              <w:t>555</w:t>
            </w:r>
          </w:p>
        </w:tc>
        <w:tc>
          <w:tcPr>
            <w:tcW w:w="960" w:type="dxa"/>
          </w:tcPr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  <w:r>
              <w:t>01</w:t>
            </w:r>
          </w:p>
        </w:tc>
        <w:tc>
          <w:tcPr>
            <w:tcW w:w="1416" w:type="dxa"/>
          </w:tcPr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  <w:r>
              <w:t>06</w:t>
            </w:r>
          </w:p>
        </w:tc>
        <w:tc>
          <w:tcPr>
            <w:tcW w:w="1563" w:type="dxa"/>
          </w:tcPr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  <w:r>
              <w:t>2010002040</w:t>
            </w:r>
          </w:p>
        </w:tc>
        <w:tc>
          <w:tcPr>
            <w:tcW w:w="839" w:type="dxa"/>
          </w:tcPr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  <w:r>
              <w:t>540</w:t>
            </w:r>
          </w:p>
        </w:tc>
        <w:tc>
          <w:tcPr>
            <w:tcW w:w="1281" w:type="dxa"/>
          </w:tcPr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Default="004A6085" w:rsidP="00926107">
            <w:pPr>
              <w:jc w:val="center"/>
            </w:pPr>
          </w:p>
          <w:p w:rsidR="004A6085" w:rsidRPr="00542C27" w:rsidRDefault="004A6085" w:rsidP="00926107">
            <w:pPr>
              <w:jc w:val="center"/>
            </w:pPr>
            <w:r>
              <w:t>13,3</w:t>
            </w:r>
          </w:p>
        </w:tc>
      </w:tr>
      <w:tr w:rsidR="004A6085" w:rsidRPr="00542C27" w:rsidTr="00AF0646">
        <w:tc>
          <w:tcPr>
            <w:tcW w:w="2977" w:type="dxa"/>
            <w:vAlign w:val="bottom"/>
          </w:tcPr>
          <w:p w:rsidR="004A6085" w:rsidRPr="00FD7CA5" w:rsidRDefault="004A6085" w:rsidP="00CF070C">
            <w:r>
              <w:t>Выполнение расходных обязательств в части снабжения населения топливом</w:t>
            </w:r>
          </w:p>
        </w:tc>
        <w:tc>
          <w:tcPr>
            <w:tcW w:w="887" w:type="dxa"/>
          </w:tcPr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555</w:t>
            </w:r>
          </w:p>
        </w:tc>
        <w:tc>
          <w:tcPr>
            <w:tcW w:w="960" w:type="dxa"/>
          </w:tcPr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05</w:t>
            </w:r>
          </w:p>
        </w:tc>
        <w:tc>
          <w:tcPr>
            <w:tcW w:w="1416" w:type="dxa"/>
          </w:tcPr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02</w:t>
            </w:r>
          </w:p>
        </w:tc>
        <w:tc>
          <w:tcPr>
            <w:tcW w:w="1563" w:type="dxa"/>
          </w:tcPr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9900070530</w:t>
            </w:r>
          </w:p>
        </w:tc>
        <w:tc>
          <w:tcPr>
            <w:tcW w:w="839" w:type="dxa"/>
          </w:tcPr>
          <w:p w:rsidR="004A6085" w:rsidRPr="005009D4" w:rsidRDefault="004A6085" w:rsidP="00C55DEA">
            <w:pPr>
              <w:tabs>
                <w:tab w:val="left" w:pos="2055"/>
                <w:tab w:val="right" w:pos="9355"/>
              </w:tabs>
              <w:jc w:val="center"/>
            </w:pPr>
          </w:p>
        </w:tc>
        <w:tc>
          <w:tcPr>
            <w:tcW w:w="1281" w:type="dxa"/>
            <w:vAlign w:val="bottom"/>
          </w:tcPr>
          <w:p w:rsidR="004A6085" w:rsidRPr="00FD7CA5" w:rsidRDefault="004A6085" w:rsidP="005009D4">
            <w:pPr>
              <w:spacing w:line="720" w:lineRule="auto"/>
              <w:jc w:val="center"/>
            </w:pPr>
          </w:p>
        </w:tc>
      </w:tr>
      <w:tr w:rsidR="004A6085" w:rsidRPr="00542C27" w:rsidTr="00AF0646">
        <w:tc>
          <w:tcPr>
            <w:tcW w:w="2977" w:type="dxa"/>
          </w:tcPr>
          <w:p w:rsidR="004A6085" w:rsidRPr="00542C27" w:rsidRDefault="004A6085" w:rsidP="00CF070C">
            <w:r w:rsidRPr="00542C27">
              <w:t>ИТОГО</w:t>
            </w:r>
          </w:p>
        </w:tc>
        <w:tc>
          <w:tcPr>
            <w:tcW w:w="887" w:type="dxa"/>
          </w:tcPr>
          <w:p w:rsidR="004A6085" w:rsidRPr="00542C27" w:rsidRDefault="004A6085" w:rsidP="00926107">
            <w:pPr>
              <w:jc w:val="center"/>
            </w:pPr>
          </w:p>
        </w:tc>
        <w:tc>
          <w:tcPr>
            <w:tcW w:w="960" w:type="dxa"/>
          </w:tcPr>
          <w:p w:rsidR="004A6085" w:rsidRPr="00542C27" w:rsidRDefault="004A6085" w:rsidP="00926107">
            <w:pPr>
              <w:jc w:val="center"/>
            </w:pPr>
          </w:p>
        </w:tc>
        <w:tc>
          <w:tcPr>
            <w:tcW w:w="1416" w:type="dxa"/>
          </w:tcPr>
          <w:p w:rsidR="004A6085" w:rsidRPr="00542C27" w:rsidRDefault="004A6085" w:rsidP="00926107">
            <w:pPr>
              <w:jc w:val="center"/>
            </w:pPr>
          </w:p>
        </w:tc>
        <w:tc>
          <w:tcPr>
            <w:tcW w:w="1563" w:type="dxa"/>
          </w:tcPr>
          <w:p w:rsidR="004A6085" w:rsidRPr="00542C27" w:rsidRDefault="004A6085" w:rsidP="00926107">
            <w:pPr>
              <w:jc w:val="center"/>
            </w:pPr>
          </w:p>
        </w:tc>
        <w:tc>
          <w:tcPr>
            <w:tcW w:w="839" w:type="dxa"/>
          </w:tcPr>
          <w:p w:rsidR="004A6085" w:rsidRPr="00542C27" w:rsidRDefault="004A6085" w:rsidP="00926107">
            <w:pPr>
              <w:jc w:val="center"/>
            </w:pPr>
          </w:p>
        </w:tc>
        <w:tc>
          <w:tcPr>
            <w:tcW w:w="1281" w:type="dxa"/>
          </w:tcPr>
          <w:p w:rsidR="004A6085" w:rsidRPr="00542C27" w:rsidRDefault="004A6085" w:rsidP="00926107">
            <w:pPr>
              <w:jc w:val="center"/>
            </w:pPr>
            <w:r>
              <w:t>13,3</w:t>
            </w:r>
          </w:p>
        </w:tc>
      </w:tr>
    </w:tbl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Default="004A6085" w:rsidP="0002209D">
      <w:pPr>
        <w:jc w:val="center"/>
      </w:pPr>
    </w:p>
    <w:p w:rsidR="004A6085" w:rsidRPr="0064768A" w:rsidRDefault="004A6085" w:rsidP="004973CC">
      <w:pPr>
        <w:pStyle w:val="BodyText"/>
        <w:rPr>
          <w:bCs/>
          <w:sz w:val="18"/>
          <w:szCs w:val="18"/>
        </w:rPr>
      </w:pPr>
      <w:r>
        <w:rPr>
          <w:bCs/>
          <w:sz w:val="18"/>
          <w:szCs w:val="18"/>
        </w:rPr>
        <w:t>Приложение  № 6</w:t>
      </w:r>
    </w:p>
    <w:p w:rsidR="004A6085" w:rsidRDefault="004A6085" w:rsidP="004973CC">
      <w:pPr>
        <w:jc w:val="right"/>
        <w:rPr>
          <w:sz w:val="18"/>
          <w:szCs w:val="18"/>
        </w:rPr>
      </w:pPr>
      <w:r>
        <w:rPr>
          <w:sz w:val="18"/>
          <w:szCs w:val="18"/>
        </w:rPr>
        <w:t>к  решению Совета депутатов Спиринского сельсовета</w:t>
      </w:r>
    </w:p>
    <w:p w:rsidR="004A6085" w:rsidRDefault="004A6085" w:rsidP="004973CC">
      <w:pPr>
        <w:jc w:val="right"/>
        <w:rPr>
          <w:sz w:val="18"/>
          <w:szCs w:val="18"/>
        </w:rPr>
      </w:pPr>
      <w:r>
        <w:rPr>
          <w:sz w:val="18"/>
          <w:szCs w:val="18"/>
        </w:rPr>
        <w:t>Ордынского района Новосибирской области</w:t>
      </w:r>
    </w:p>
    <w:p w:rsidR="004A6085" w:rsidRDefault="004A6085" w:rsidP="004973C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Спиринского сельсовета Ордынского района</w:t>
      </w:r>
    </w:p>
    <w:p w:rsidR="004A6085" w:rsidRDefault="004A6085" w:rsidP="004973CC">
      <w:pPr>
        <w:jc w:val="right"/>
        <w:rPr>
          <w:sz w:val="18"/>
          <w:szCs w:val="18"/>
        </w:rPr>
      </w:pPr>
      <w:r>
        <w:rPr>
          <w:sz w:val="18"/>
          <w:szCs w:val="18"/>
        </w:rPr>
        <w:t>Новосибирской области на 2018год</w:t>
      </w:r>
    </w:p>
    <w:p w:rsidR="004A6085" w:rsidRDefault="004A6085" w:rsidP="004973C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и  плановый период 2019 и 2020 годов» </w:t>
      </w:r>
    </w:p>
    <w:p w:rsidR="004A6085" w:rsidRDefault="004A6085" w:rsidP="004973CC">
      <w:pPr>
        <w:jc w:val="right"/>
        <w:rPr>
          <w:sz w:val="20"/>
          <w:szCs w:val="20"/>
        </w:rPr>
      </w:pPr>
      <w:r>
        <w:rPr>
          <w:sz w:val="18"/>
          <w:szCs w:val="18"/>
        </w:rPr>
        <w:t>от  22.12.2017 г. № 21/1</w:t>
      </w:r>
      <w:r>
        <w:t xml:space="preserve">            </w:t>
      </w:r>
    </w:p>
    <w:p w:rsidR="004A6085" w:rsidRDefault="004A6085" w:rsidP="004973CC">
      <w:pPr>
        <w:jc w:val="right"/>
        <w:rPr>
          <w:sz w:val="20"/>
          <w:szCs w:val="20"/>
        </w:rPr>
      </w:pPr>
    </w:p>
    <w:p w:rsidR="004A6085" w:rsidRDefault="004A6085" w:rsidP="004973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иных межбюджетных трансфертов, передаваемых из бюджета Спиринского сельсовета Ордынского района Новосибирской области в бюджет</w:t>
      </w:r>
      <w:r w:rsidRPr="00DC4A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Ордынского района Новосибирской области </w:t>
      </w:r>
    </w:p>
    <w:p w:rsidR="004A6085" w:rsidRPr="00C77175" w:rsidRDefault="004A6085" w:rsidP="004973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2019-2020 года</w:t>
      </w:r>
    </w:p>
    <w:p w:rsidR="004A6085" w:rsidRDefault="004A6085" w:rsidP="004973CC">
      <w:pPr>
        <w:jc w:val="center"/>
      </w:pPr>
    </w:p>
    <w:p w:rsidR="004A6085" w:rsidRDefault="004A6085" w:rsidP="004973CC">
      <w:pPr>
        <w:jc w:val="right"/>
        <w:rPr>
          <w:sz w:val="20"/>
        </w:rPr>
      </w:pPr>
      <w:r>
        <w:rPr>
          <w:sz w:val="20"/>
        </w:rPr>
        <w:t>Таблица2</w:t>
      </w:r>
    </w:p>
    <w:p w:rsidR="004A6085" w:rsidRDefault="004A6085" w:rsidP="004973CC">
      <w:pPr>
        <w:jc w:val="right"/>
      </w:pPr>
      <w:r>
        <w:rPr>
          <w:sz w:val="20"/>
          <w:szCs w:val="20"/>
        </w:rPr>
        <w:t xml:space="preserve">  </w:t>
      </w:r>
      <w:r w:rsidRPr="00904913">
        <w:rPr>
          <w:sz w:val="20"/>
          <w:szCs w:val="20"/>
        </w:rPr>
        <w:t>тыс</w:t>
      </w:r>
      <w:r>
        <w:rPr>
          <w:sz w:val="20"/>
          <w:szCs w:val="20"/>
        </w:rPr>
        <w:t xml:space="preserve">. </w:t>
      </w:r>
      <w:r w:rsidRPr="00904913">
        <w:rPr>
          <w:sz w:val="20"/>
          <w:szCs w:val="20"/>
        </w:rPr>
        <w:t>рубле</w:t>
      </w:r>
      <w:r>
        <w:rPr>
          <w:sz w:val="20"/>
          <w:szCs w:val="20"/>
        </w:rPr>
        <w:t>й</w:t>
      </w:r>
    </w:p>
    <w:p w:rsidR="004A6085" w:rsidRDefault="004A6085" w:rsidP="004973CC">
      <w:pPr>
        <w:jc w:val="center"/>
      </w:pPr>
    </w:p>
    <w:tbl>
      <w:tblPr>
        <w:tblW w:w="97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814"/>
        <w:gridCol w:w="734"/>
        <w:gridCol w:w="900"/>
        <w:gridCol w:w="1440"/>
        <w:gridCol w:w="1080"/>
        <w:gridCol w:w="1260"/>
        <w:gridCol w:w="1260"/>
      </w:tblGrid>
      <w:tr w:rsidR="004A6085" w:rsidRPr="00542C27" w:rsidTr="00AF0646">
        <w:tc>
          <w:tcPr>
            <w:tcW w:w="2268" w:type="dxa"/>
            <w:vMerge w:val="restart"/>
          </w:tcPr>
          <w:p w:rsidR="004A6085" w:rsidRPr="00542C27" w:rsidRDefault="004A6085" w:rsidP="00AF0646">
            <w:r w:rsidRPr="00542C27">
              <w:t>Наименование</w:t>
            </w:r>
          </w:p>
        </w:tc>
        <w:tc>
          <w:tcPr>
            <w:tcW w:w="6228" w:type="dxa"/>
            <w:gridSpan w:val="6"/>
          </w:tcPr>
          <w:p w:rsidR="004A6085" w:rsidRPr="00542C27" w:rsidRDefault="004A6085" w:rsidP="0076054D">
            <w:pPr>
              <w:jc w:val="center"/>
            </w:pPr>
            <w:r w:rsidRPr="00542C27">
              <w:t>Код бюджетной классификации</w:t>
            </w:r>
          </w:p>
        </w:tc>
        <w:tc>
          <w:tcPr>
            <w:tcW w:w="1260" w:type="dxa"/>
          </w:tcPr>
          <w:p w:rsidR="004A6085" w:rsidRPr="00542C27" w:rsidRDefault="004A6085" w:rsidP="0076054D">
            <w:pPr>
              <w:jc w:val="center"/>
            </w:pPr>
          </w:p>
        </w:tc>
      </w:tr>
      <w:tr w:rsidR="004A6085" w:rsidRPr="00542C27" w:rsidTr="00AF0646">
        <w:tc>
          <w:tcPr>
            <w:tcW w:w="2268" w:type="dxa"/>
            <w:vMerge/>
          </w:tcPr>
          <w:p w:rsidR="004A6085" w:rsidRPr="00542C27" w:rsidRDefault="004A6085" w:rsidP="00AF0646"/>
        </w:tc>
        <w:tc>
          <w:tcPr>
            <w:tcW w:w="814" w:type="dxa"/>
          </w:tcPr>
          <w:p w:rsidR="004A6085" w:rsidRPr="00542C27" w:rsidRDefault="004A6085" w:rsidP="0076054D">
            <w:pPr>
              <w:jc w:val="center"/>
            </w:pPr>
            <w:r w:rsidRPr="00542C27">
              <w:t>ГРБС</w:t>
            </w:r>
          </w:p>
        </w:tc>
        <w:tc>
          <w:tcPr>
            <w:tcW w:w="734" w:type="dxa"/>
          </w:tcPr>
          <w:p w:rsidR="004A6085" w:rsidRPr="00542C27" w:rsidRDefault="004A6085" w:rsidP="0076054D">
            <w:pPr>
              <w:jc w:val="center"/>
            </w:pPr>
            <w:r w:rsidRPr="00542C27">
              <w:t>Р3</w:t>
            </w:r>
          </w:p>
        </w:tc>
        <w:tc>
          <w:tcPr>
            <w:tcW w:w="900" w:type="dxa"/>
          </w:tcPr>
          <w:p w:rsidR="004A6085" w:rsidRPr="00542C27" w:rsidRDefault="004A6085" w:rsidP="0076054D">
            <w:pPr>
              <w:jc w:val="center"/>
            </w:pPr>
            <w:r w:rsidRPr="00542C27">
              <w:t>ПР</w:t>
            </w:r>
          </w:p>
        </w:tc>
        <w:tc>
          <w:tcPr>
            <w:tcW w:w="1440" w:type="dxa"/>
          </w:tcPr>
          <w:p w:rsidR="004A6085" w:rsidRPr="00542C27" w:rsidRDefault="004A6085" w:rsidP="0076054D">
            <w:pPr>
              <w:jc w:val="center"/>
            </w:pPr>
            <w:r w:rsidRPr="00542C27">
              <w:t>ЦСР</w:t>
            </w:r>
          </w:p>
        </w:tc>
        <w:tc>
          <w:tcPr>
            <w:tcW w:w="1080" w:type="dxa"/>
          </w:tcPr>
          <w:p w:rsidR="004A6085" w:rsidRPr="00542C27" w:rsidRDefault="004A6085" w:rsidP="0076054D">
            <w:pPr>
              <w:jc w:val="center"/>
            </w:pPr>
            <w:r w:rsidRPr="00542C27">
              <w:t>ВР</w:t>
            </w:r>
          </w:p>
        </w:tc>
        <w:tc>
          <w:tcPr>
            <w:tcW w:w="1260" w:type="dxa"/>
          </w:tcPr>
          <w:p w:rsidR="004A6085" w:rsidRPr="00542C27" w:rsidRDefault="004A6085" w:rsidP="0076054D">
            <w:pPr>
              <w:jc w:val="center"/>
            </w:pPr>
            <w:r>
              <w:t>2019 год</w:t>
            </w:r>
          </w:p>
        </w:tc>
        <w:tc>
          <w:tcPr>
            <w:tcW w:w="1260" w:type="dxa"/>
          </w:tcPr>
          <w:p w:rsidR="004A6085" w:rsidRPr="00542C27" w:rsidRDefault="004A6085" w:rsidP="00AF0646">
            <w:pPr>
              <w:ind w:left="14"/>
              <w:jc w:val="center"/>
            </w:pPr>
            <w:r>
              <w:t>2020 год</w:t>
            </w:r>
          </w:p>
        </w:tc>
      </w:tr>
      <w:tr w:rsidR="004A6085" w:rsidRPr="00542C27" w:rsidTr="00AF0646">
        <w:tc>
          <w:tcPr>
            <w:tcW w:w="2268" w:type="dxa"/>
          </w:tcPr>
          <w:p w:rsidR="004A6085" w:rsidRPr="00542C27" w:rsidRDefault="004A6085" w:rsidP="00AF0646">
            <w:r w:rsidRPr="00542C27">
              <w:t>1</w:t>
            </w:r>
          </w:p>
        </w:tc>
        <w:tc>
          <w:tcPr>
            <w:tcW w:w="814" w:type="dxa"/>
          </w:tcPr>
          <w:p w:rsidR="004A6085" w:rsidRPr="00542C27" w:rsidRDefault="004A6085" w:rsidP="0076054D">
            <w:pPr>
              <w:jc w:val="center"/>
            </w:pPr>
            <w:r w:rsidRPr="00542C27">
              <w:t>2</w:t>
            </w:r>
          </w:p>
        </w:tc>
        <w:tc>
          <w:tcPr>
            <w:tcW w:w="734" w:type="dxa"/>
          </w:tcPr>
          <w:p w:rsidR="004A6085" w:rsidRPr="00542C27" w:rsidRDefault="004A6085" w:rsidP="0076054D">
            <w:pPr>
              <w:jc w:val="center"/>
            </w:pPr>
            <w:r w:rsidRPr="00542C27">
              <w:t>3</w:t>
            </w:r>
          </w:p>
        </w:tc>
        <w:tc>
          <w:tcPr>
            <w:tcW w:w="900" w:type="dxa"/>
          </w:tcPr>
          <w:p w:rsidR="004A6085" w:rsidRPr="00542C27" w:rsidRDefault="004A6085" w:rsidP="0076054D">
            <w:pPr>
              <w:jc w:val="center"/>
            </w:pPr>
            <w:r w:rsidRPr="00542C27">
              <w:t>4</w:t>
            </w:r>
          </w:p>
        </w:tc>
        <w:tc>
          <w:tcPr>
            <w:tcW w:w="1440" w:type="dxa"/>
          </w:tcPr>
          <w:p w:rsidR="004A6085" w:rsidRPr="00542C27" w:rsidRDefault="004A6085" w:rsidP="0076054D">
            <w:pPr>
              <w:jc w:val="center"/>
            </w:pPr>
            <w:r w:rsidRPr="00542C27">
              <w:t>5</w:t>
            </w:r>
          </w:p>
        </w:tc>
        <w:tc>
          <w:tcPr>
            <w:tcW w:w="1080" w:type="dxa"/>
          </w:tcPr>
          <w:p w:rsidR="004A6085" w:rsidRPr="00542C27" w:rsidRDefault="004A6085" w:rsidP="0076054D">
            <w:pPr>
              <w:jc w:val="center"/>
            </w:pPr>
            <w:r w:rsidRPr="00542C27">
              <w:t>6</w:t>
            </w:r>
          </w:p>
        </w:tc>
        <w:tc>
          <w:tcPr>
            <w:tcW w:w="1260" w:type="dxa"/>
          </w:tcPr>
          <w:p w:rsidR="004A6085" w:rsidRPr="00542C27" w:rsidRDefault="004A6085" w:rsidP="0076054D">
            <w:pPr>
              <w:jc w:val="center"/>
            </w:pPr>
            <w:r>
              <w:t>7</w:t>
            </w:r>
          </w:p>
        </w:tc>
        <w:tc>
          <w:tcPr>
            <w:tcW w:w="1260" w:type="dxa"/>
          </w:tcPr>
          <w:p w:rsidR="004A6085" w:rsidRPr="00542C27" w:rsidRDefault="004A6085" w:rsidP="0076054D">
            <w:pPr>
              <w:ind w:left="360"/>
              <w:jc w:val="center"/>
            </w:pPr>
            <w:r>
              <w:t>8</w:t>
            </w:r>
          </w:p>
        </w:tc>
      </w:tr>
      <w:tr w:rsidR="004A6085" w:rsidRPr="00542C27" w:rsidTr="00AF0646">
        <w:tc>
          <w:tcPr>
            <w:tcW w:w="2268" w:type="dxa"/>
          </w:tcPr>
          <w:p w:rsidR="004A6085" w:rsidRPr="0089374C" w:rsidRDefault="004A6085" w:rsidP="00AF0646">
            <w:r w:rsidRPr="0089374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4" w:type="dxa"/>
          </w:tcPr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 w:rsidRPr="00542C27">
              <w:t>555</w:t>
            </w:r>
          </w:p>
        </w:tc>
        <w:tc>
          <w:tcPr>
            <w:tcW w:w="734" w:type="dxa"/>
          </w:tcPr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>
              <w:t>01</w:t>
            </w:r>
          </w:p>
        </w:tc>
        <w:tc>
          <w:tcPr>
            <w:tcW w:w="900" w:type="dxa"/>
          </w:tcPr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>
              <w:t>06</w:t>
            </w:r>
          </w:p>
        </w:tc>
        <w:tc>
          <w:tcPr>
            <w:tcW w:w="1440" w:type="dxa"/>
          </w:tcPr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>
              <w:t>2010002040</w:t>
            </w:r>
          </w:p>
        </w:tc>
        <w:tc>
          <w:tcPr>
            <w:tcW w:w="1080" w:type="dxa"/>
          </w:tcPr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>
              <w:t>540</w:t>
            </w:r>
          </w:p>
        </w:tc>
        <w:tc>
          <w:tcPr>
            <w:tcW w:w="1260" w:type="dxa"/>
          </w:tcPr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>
              <w:t>13,3</w:t>
            </w:r>
          </w:p>
        </w:tc>
        <w:tc>
          <w:tcPr>
            <w:tcW w:w="1260" w:type="dxa"/>
          </w:tcPr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Default="004A6085" w:rsidP="0076054D">
            <w:pPr>
              <w:jc w:val="center"/>
            </w:pPr>
          </w:p>
          <w:p w:rsidR="004A6085" w:rsidRPr="00542C27" w:rsidRDefault="004A6085" w:rsidP="0076054D">
            <w:pPr>
              <w:jc w:val="center"/>
            </w:pPr>
            <w:r>
              <w:t>13,3</w:t>
            </w:r>
          </w:p>
        </w:tc>
      </w:tr>
      <w:tr w:rsidR="004A6085" w:rsidRPr="00542C27" w:rsidTr="00AF0646">
        <w:tc>
          <w:tcPr>
            <w:tcW w:w="2268" w:type="dxa"/>
            <w:vAlign w:val="bottom"/>
          </w:tcPr>
          <w:p w:rsidR="004A6085" w:rsidRPr="00FD7CA5" w:rsidRDefault="004A6085" w:rsidP="00AF0646">
            <w:r>
              <w:t>Выполнение расходных обязательств в части снабжения населения топливом</w:t>
            </w:r>
          </w:p>
        </w:tc>
        <w:tc>
          <w:tcPr>
            <w:tcW w:w="814" w:type="dxa"/>
          </w:tcPr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555</w:t>
            </w:r>
          </w:p>
        </w:tc>
        <w:tc>
          <w:tcPr>
            <w:tcW w:w="734" w:type="dxa"/>
          </w:tcPr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05</w:t>
            </w:r>
          </w:p>
        </w:tc>
        <w:tc>
          <w:tcPr>
            <w:tcW w:w="900" w:type="dxa"/>
          </w:tcPr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02</w:t>
            </w:r>
          </w:p>
        </w:tc>
        <w:tc>
          <w:tcPr>
            <w:tcW w:w="1440" w:type="dxa"/>
          </w:tcPr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  <w:p w:rsidR="004A6085" w:rsidRPr="005009D4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  <w:r w:rsidRPr="005009D4">
              <w:t>9900070530</w:t>
            </w:r>
          </w:p>
        </w:tc>
        <w:tc>
          <w:tcPr>
            <w:tcW w:w="1080" w:type="dxa"/>
          </w:tcPr>
          <w:p w:rsidR="004A6085" w:rsidRPr="00542C27" w:rsidRDefault="004A6085" w:rsidP="0076054D">
            <w:pPr>
              <w:jc w:val="center"/>
            </w:pPr>
          </w:p>
        </w:tc>
        <w:tc>
          <w:tcPr>
            <w:tcW w:w="1260" w:type="dxa"/>
          </w:tcPr>
          <w:p w:rsidR="004A6085" w:rsidRPr="005009D4" w:rsidRDefault="004A6085" w:rsidP="0076054D">
            <w:pPr>
              <w:tabs>
                <w:tab w:val="left" w:pos="2055"/>
                <w:tab w:val="right" w:pos="9355"/>
              </w:tabs>
              <w:jc w:val="center"/>
            </w:pPr>
          </w:p>
        </w:tc>
        <w:tc>
          <w:tcPr>
            <w:tcW w:w="1260" w:type="dxa"/>
            <w:vAlign w:val="bottom"/>
          </w:tcPr>
          <w:p w:rsidR="004A6085" w:rsidRPr="00FD7CA5" w:rsidRDefault="004A6085" w:rsidP="0076054D">
            <w:pPr>
              <w:spacing w:line="720" w:lineRule="auto"/>
              <w:jc w:val="center"/>
            </w:pPr>
          </w:p>
        </w:tc>
      </w:tr>
      <w:tr w:rsidR="004A6085" w:rsidRPr="00542C27" w:rsidTr="00AF0646">
        <w:tc>
          <w:tcPr>
            <w:tcW w:w="2268" w:type="dxa"/>
          </w:tcPr>
          <w:p w:rsidR="004A6085" w:rsidRPr="00542C27" w:rsidRDefault="004A6085" w:rsidP="00AF0646">
            <w:r w:rsidRPr="00542C27">
              <w:t>ИТОГО</w:t>
            </w:r>
          </w:p>
        </w:tc>
        <w:tc>
          <w:tcPr>
            <w:tcW w:w="814" w:type="dxa"/>
          </w:tcPr>
          <w:p w:rsidR="004A6085" w:rsidRPr="00542C27" w:rsidRDefault="004A6085" w:rsidP="0076054D">
            <w:pPr>
              <w:jc w:val="center"/>
            </w:pPr>
          </w:p>
        </w:tc>
        <w:tc>
          <w:tcPr>
            <w:tcW w:w="734" w:type="dxa"/>
          </w:tcPr>
          <w:p w:rsidR="004A6085" w:rsidRPr="00542C27" w:rsidRDefault="004A6085" w:rsidP="0076054D">
            <w:pPr>
              <w:jc w:val="center"/>
            </w:pPr>
          </w:p>
        </w:tc>
        <w:tc>
          <w:tcPr>
            <w:tcW w:w="900" w:type="dxa"/>
          </w:tcPr>
          <w:p w:rsidR="004A6085" w:rsidRPr="00542C27" w:rsidRDefault="004A6085" w:rsidP="0076054D">
            <w:pPr>
              <w:jc w:val="center"/>
            </w:pPr>
          </w:p>
        </w:tc>
        <w:tc>
          <w:tcPr>
            <w:tcW w:w="1440" w:type="dxa"/>
          </w:tcPr>
          <w:p w:rsidR="004A6085" w:rsidRPr="00542C27" w:rsidRDefault="004A6085" w:rsidP="0076054D">
            <w:pPr>
              <w:jc w:val="center"/>
            </w:pPr>
          </w:p>
        </w:tc>
        <w:tc>
          <w:tcPr>
            <w:tcW w:w="1080" w:type="dxa"/>
          </w:tcPr>
          <w:p w:rsidR="004A6085" w:rsidRPr="00542C27" w:rsidRDefault="004A6085" w:rsidP="0076054D">
            <w:pPr>
              <w:jc w:val="center"/>
            </w:pPr>
          </w:p>
        </w:tc>
        <w:tc>
          <w:tcPr>
            <w:tcW w:w="1260" w:type="dxa"/>
          </w:tcPr>
          <w:p w:rsidR="004A6085" w:rsidRPr="00542C27" w:rsidRDefault="004A6085" w:rsidP="0076054D">
            <w:pPr>
              <w:jc w:val="center"/>
            </w:pPr>
            <w:r>
              <w:t>13,3</w:t>
            </w:r>
          </w:p>
        </w:tc>
        <w:tc>
          <w:tcPr>
            <w:tcW w:w="1260" w:type="dxa"/>
          </w:tcPr>
          <w:p w:rsidR="004A6085" w:rsidRPr="00542C27" w:rsidRDefault="004A6085" w:rsidP="0076054D">
            <w:pPr>
              <w:jc w:val="center"/>
            </w:pPr>
            <w:r>
              <w:t>13,3</w:t>
            </w:r>
          </w:p>
        </w:tc>
      </w:tr>
    </w:tbl>
    <w:p w:rsidR="004A6085" w:rsidRDefault="004A6085" w:rsidP="0002209D">
      <w:pPr>
        <w:jc w:val="center"/>
      </w:pPr>
    </w:p>
    <w:sectPr w:rsidR="004A6085" w:rsidSect="00703B3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09D"/>
    <w:rsid w:val="00011388"/>
    <w:rsid w:val="00014CA3"/>
    <w:rsid w:val="00015B89"/>
    <w:rsid w:val="00016E50"/>
    <w:rsid w:val="0002209D"/>
    <w:rsid w:val="000275E1"/>
    <w:rsid w:val="0003025A"/>
    <w:rsid w:val="00030A08"/>
    <w:rsid w:val="00036E53"/>
    <w:rsid w:val="00037EDF"/>
    <w:rsid w:val="00044E74"/>
    <w:rsid w:val="00045E2D"/>
    <w:rsid w:val="0004611A"/>
    <w:rsid w:val="00046A79"/>
    <w:rsid w:val="000470BB"/>
    <w:rsid w:val="00047ACF"/>
    <w:rsid w:val="00050E45"/>
    <w:rsid w:val="00053B22"/>
    <w:rsid w:val="00054CE0"/>
    <w:rsid w:val="0005583E"/>
    <w:rsid w:val="00055CF0"/>
    <w:rsid w:val="00056D93"/>
    <w:rsid w:val="00057368"/>
    <w:rsid w:val="00060BC8"/>
    <w:rsid w:val="00064D14"/>
    <w:rsid w:val="000668A8"/>
    <w:rsid w:val="00070EC5"/>
    <w:rsid w:val="00071B36"/>
    <w:rsid w:val="00071EC4"/>
    <w:rsid w:val="00073679"/>
    <w:rsid w:val="00074EB1"/>
    <w:rsid w:val="00076918"/>
    <w:rsid w:val="000818BB"/>
    <w:rsid w:val="000829CF"/>
    <w:rsid w:val="00083232"/>
    <w:rsid w:val="0008382E"/>
    <w:rsid w:val="00084A06"/>
    <w:rsid w:val="0008556A"/>
    <w:rsid w:val="000974DC"/>
    <w:rsid w:val="000A2BCE"/>
    <w:rsid w:val="000A2CEB"/>
    <w:rsid w:val="000A3B0F"/>
    <w:rsid w:val="000A505F"/>
    <w:rsid w:val="000A55D6"/>
    <w:rsid w:val="000A60EB"/>
    <w:rsid w:val="000A7C4E"/>
    <w:rsid w:val="000B1D1B"/>
    <w:rsid w:val="000B43F4"/>
    <w:rsid w:val="000B4CAD"/>
    <w:rsid w:val="000B6C75"/>
    <w:rsid w:val="000C3322"/>
    <w:rsid w:val="000C62DC"/>
    <w:rsid w:val="000C6CB6"/>
    <w:rsid w:val="000C7370"/>
    <w:rsid w:val="000D047C"/>
    <w:rsid w:val="000D11A5"/>
    <w:rsid w:val="000D24EE"/>
    <w:rsid w:val="000D3092"/>
    <w:rsid w:val="000E1397"/>
    <w:rsid w:val="000E3928"/>
    <w:rsid w:val="000E6638"/>
    <w:rsid w:val="000F0535"/>
    <w:rsid w:val="000F39D9"/>
    <w:rsid w:val="000F4018"/>
    <w:rsid w:val="000F49F0"/>
    <w:rsid w:val="00100F3C"/>
    <w:rsid w:val="00103634"/>
    <w:rsid w:val="00103892"/>
    <w:rsid w:val="00103930"/>
    <w:rsid w:val="00104C1B"/>
    <w:rsid w:val="00105B33"/>
    <w:rsid w:val="00121F1C"/>
    <w:rsid w:val="00122E1E"/>
    <w:rsid w:val="00134270"/>
    <w:rsid w:val="001375D8"/>
    <w:rsid w:val="00140C8E"/>
    <w:rsid w:val="001436A1"/>
    <w:rsid w:val="00144DB6"/>
    <w:rsid w:val="00145762"/>
    <w:rsid w:val="00145B2B"/>
    <w:rsid w:val="00145F72"/>
    <w:rsid w:val="0014748D"/>
    <w:rsid w:val="00147BF9"/>
    <w:rsid w:val="001521E6"/>
    <w:rsid w:val="00152BE0"/>
    <w:rsid w:val="00157264"/>
    <w:rsid w:val="00160343"/>
    <w:rsid w:val="00160598"/>
    <w:rsid w:val="00161C26"/>
    <w:rsid w:val="00163010"/>
    <w:rsid w:val="001635F9"/>
    <w:rsid w:val="001656B1"/>
    <w:rsid w:val="001732D0"/>
    <w:rsid w:val="00174643"/>
    <w:rsid w:val="00176462"/>
    <w:rsid w:val="00182092"/>
    <w:rsid w:val="00182955"/>
    <w:rsid w:val="00185DEC"/>
    <w:rsid w:val="001920C2"/>
    <w:rsid w:val="00192235"/>
    <w:rsid w:val="001937F5"/>
    <w:rsid w:val="00196371"/>
    <w:rsid w:val="00196418"/>
    <w:rsid w:val="001A27BD"/>
    <w:rsid w:val="001A3B86"/>
    <w:rsid w:val="001A48C7"/>
    <w:rsid w:val="001A59D1"/>
    <w:rsid w:val="001A5A53"/>
    <w:rsid w:val="001A709A"/>
    <w:rsid w:val="001B466D"/>
    <w:rsid w:val="001B7777"/>
    <w:rsid w:val="001B79BE"/>
    <w:rsid w:val="001C4E64"/>
    <w:rsid w:val="001C58AB"/>
    <w:rsid w:val="001C6400"/>
    <w:rsid w:val="001C73BC"/>
    <w:rsid w:val="001D5C9E"/>
    <w:rsid w:val="001D6DB1"/>
    <w:rsid w:val="001E086C"/>
    <w:rsid w:val="001E0FFC"/>
    <w:rsid w:val="001E1BE3"/>
    <w:rsid w:val="001E4D51"/>
    <w:rsid w:val="001F09CC"/>
    <w:rsid w:val="001F3A82"/>
    <w:rsid w:val="001F550B"/>
    <w:rsid w:val="00202710"/>
    <w:rsid w:val="00204A64"/>
    <w:rsid w:val="00205FFF"/>
    <w:rsid w:val="00206735"/>
    <w:rsid w:val="0020685A"/>
    <w:rsid w:val="002119F7"/>
    <w:rsid w:val="002146B3"/>
    <w:rsid w:val="00215FD6"/>
    <w:rsid w:val="00220024"/>
    <w:rsid w:val="00220531"/>
    <w:rsid w:val="00224C34"/>
    <w:rsid w:val="00227C34"/>
    <w:rsid w:val="00227D41"/>
    <w:rsid w:val="00231D28"/>
    <w:rsid w:val="002461BF"/>
    <w:rsid w:val="00247080"/>
    <w:rsid w:val="0025201C"/>
    <w:rsid w:val="00253F3F"/>
    <w:rsid w:val="00262008"/>
    <w:rsid w:val="002651F1"/>
    <w:rsid w:val="00271AED"/>
    <w:rsid w:val="00274A50"/>
    <w:rsid w:val="002760DB"/>
    <w:rsid w:val="00281701"/>
    <w:rsid w:val="0028461A"/>
    <w:rsid w:val="00285A81"/>
    <w:rsid w:val="0028709D"/>
    <w:rsid w:val="00292BDF"/>
    <w:rsid w:val="002A13C3"/>
    <w:rsid w:val="002A2023"/>
    <w:rsid w:val="002A2F1C"/>
    <w:rsid w:val="002A7F31"/>
    <w:rsid w:val="002B1FA9"/>
    <w:rsid w:val="002B3892"/>
    <w:rsid w:val="002B3ED2"/>
    <w:rsid w:val="002B54C5"/>
    <w:rsid w:val="002B704A"/>
    <w:rsid w:val="002B7CA1"/>
    <w:rsid w:val="002C4629"/>
    <w:rsid w:val="002C4C37"/>
    <w:rsid w:val="002C6A89"/>
    <w:rsid w:val="002D180D"/>
    <w:rsid w:val="002D2231"/>
    <w:rsid w:val="002D4403"/>
    <w:rsid w:val="002D4F9C"/>
    <w:rsid w:val="002E07AB"/>
    <w:rsid w:val="002E0BB4"/>
    <w:rsid w:val="002E79BD"/>
    <w:rsid w:val="002F060C"/>
    <w:rsid w:val="002F07D5"/>
    <w:rsid w:val="002F0CD4"/>
    <w:rsid w:val="003024E9"/>
    <w:rsid w:val="003056C9"/>
    <w:rsid w:val="00305B3F"/>
    <w:rsid w:val="00306431"/>
    <w:rsid w:val="0031088E"/>
    <w:rsid w:val="003133CB"/>
    <w:rsid w:val="0031375C"/>
    <w:rsid w:val="00314BFA"/>
    <w:rsid w:val="00317B95"/>
    <w:rsid w:val="00317CDE"/>
    <w:rsid w:val="003202A0"/>
    <w:rsid w:val="003220C8"/>
    <w:rsid w:val="00322590"/>
    <w:rsid w:val="00322AAE"/>
    <w:rsid w:val="00322D1B"/>
    <w:rsid w:val="00324A74"/>
    <w:rsid w:val="003307E9"/>
    <w:rsid w:val="0033140D"/>
    <w:rsid w:val="003319DE"/>
    <w:rsid w:val="003323DB"/>
    <w:rsid w:val="00340FBD"/>
    <w:rsid w:val="003412C7"/>
    <w:rsid w:val="00345249"/>
    <w:rsid w:val="003528A6"/>
    <w:rsid w:val="003529B7"/>
    <w:rsid w:val="00352F6D"/>
    <w:rsid w:val="00353018"/>
    <w:rsid w:val="00354612"/>
    <w:rsid w:val="00357717"/>
    <w:rsid w:val="00357FBB"/>
    <w:rsid w:val="003626AC"/>
    <w:rsid w:val="00364D26"/>
    <w:rsid w:val="00365DF3"/>
    <w:rsid w:val="003660BC"/>
    <w:rsid w:val="00372C19"/>
    <w:rsid w:val="00375A67"/>
    <w:rsid w:val="00376190"/>
    <w:rsid w:val="00377FDA"/>
    <w:rsid w:val="00380157"/>
    <w:rsid w:val="003816AF"/>
    <w:rsid w:val="003843F6"/>
    <w:rsid w:val="0039030E"/>
    <w:rsid w:val="00391752"/>
    <w:rsid w:val="003973E4"/>
    <w:rsid w:val="003A2021"/>
    <w:rsid w:val="003A2636"/>
    <w:rsid w:val="003B2AC2"/>
    <w:rsid w:val="003B4740"/>
    <w:rsid w:val="003C05B7"/>
    <w:rsid w:val="003C1054"/>
    <w:rsid w:val="003C41D1"/>
    <w:rsid w:val="003C64D7"/>
    <w:rsid w:val="003C6573"/>
    <w:rsid w:val="003D11DE"/>
    <w:rsid w:val="003D218D"/>
    <w:rsid w:val="003D54EC"/>
    <w:rsid w:val="003D7F98"/>
    <w:rsid w:val="003E018F"/>
    <w:rsid w:val="003E031A"/>
    <w:rsid w:val="003F056C"/>
    <w:rsid w:val="003F24AD"/>
    <w:rsid w:val="003F2B1D"/>
    <w:rsid w:val="003F5D98"/>
    <w:rsid w:val="00401219"/>
    <w:rsid w:val="004036C1"/>
    <w:rsid w:val="00412BA4"/>
    <w:rsid w:val="00413510"/>
    <w:rsid w:val="00420E5C"/>
    <w:rsid w:val="004227CF"/>
    <w:rsid w:val="004236DD"/>
    <w:rsid w:val="0042414F"/>
    <w:rsid w:val="00427B83"/>
    <w:rsid w:val="00430C82"/>
    <w:rsid w:val="0043273A"/>
    <w:rsid w:val="0043434E"/>
    <w:rsid w:val="0043760A"/>
    <w:rsid w:val="00437A75"/>
    <w:rsid w:val="004400B2"/>
    <w:rsid w:val="00441DA6"/>
    <w:rsid w:val="00445336"/>
    <w:rsid w:val="00445567"/>
    <w:rsid w:val="0044585B"/>
    <w:rsid w:val="00446D7C"/>
    <w:rsid w:val="004525AC"/>
    <w:rsid w:val="004617E6"/>
    <w:rsid w:val="00465CF9"/>
    <w:rsid w:val="00467CD1"/>
    <w:rsid w:val="0047179D"/>
    <w:rsid w:val="004735DA"/>
    <w:rsid w:val="004757D5"/>
    <w:rsid w:val="0048030B"/>
    <w:rsid w:val="00480651"/>
    <w:rsid w:val="00483E1A"/>
    <w:rsid w:val="004862E8"/>
    <w:rsid w:val="00486745"/>
    <w:rsid w:val="004903A1"/>
    <w:rsid w:val="00490B0F"/>
    <w:rsid w:val="00492A06"/>
    <w:rsid w:val="00493E6A"/>
    <w:rsid w:val="00495294"/>
    <w:rsid w:val="004973CC"/>
    <w:rsid w:val="004A03EF"/>
    <w:rsid w:val="004A0F84"/>
    <w:rsid w:val="004A446D"/>
    <w:rsid w:val="004A6085"/>
    <w:rsid w:val="004A6DCF"/>
    <w:rsid w:val="004A7A28"/>
    <w:rsid w:val="004B2E34"/>
    <w:rsid w:val="004B3B72"/>
    <w:rsid w:val="004B51A5"/>
    <w:rsid w:val="004B6654"/>
    <w:rsid w:val="004B6A83"/>
    <w:rsid w:val="004C0E72"/>
    <w:rsid w:val="004C14DD"/>
    <w:rsid w:val="004C3BF0"/>
    <w:rsid w:val="004C3E46"/>
    <w:rsid w:val="004C6F01"/>
    <w:rsid w:val="004D6347"/>
    <w:rsid w:val="004D6502"/>
    <w:rsid w:val="004E1B34"/>
    <w:rsid w:val="004E72FF"/>
    <w:rsid w:val="004F5D58"/>
    <w:rsid w:val="004F7C85"/>
    <w:rsid w:val="00500220"/>
    <w:rsid w:val="005009D4"/>
    <w:rsid w:val="005010B2"/>
    <w:rsid w:val="00501ACA"/>
    <w:rsid w:val="00503732"/>
    <w:rsid w:val="00505640"/>
    <w:rsid w:val="005072BF"/>
    <w:rsid w:val="005101FE"/>
    <w:rsid w:val="00512EDE"/>
    <w:rsid w:val="00513E20"/>
    <w:rsid w:val="00524CC9"/>
    <w:rsid w:val="00527BBD"/>
    <w:rsid w:val="00532A70"/>
    <w:rsid w:val="00542C27"/>
    <w:rsid w:val="005468F7"/>
    <w:rsid w:val="00546B26"/>
    <w:rsid w:val="005476CE"/>
    <w:rsid w:val="00552908"/>
    <w:rsid w:val="00555699"/>
    <w:rsid w:val="00562F3E"/>
    <w:rsid w:val="0056598F"/>
    <w:rsid w:val="00565A03"/>
    <w:rsid w:val="00565E0D"/>
    <w:rsid w:val="005729DC"/>
    <w:rsid w:val="00572AEF"/>
    <w:rsid w:val="00574310"/>
    <w:rsid w:val="00576548"/>
    <w:rsid w:val="00576A43"/>
    <w:rsid w:val="005771CE"/>
    <w:rsid w:val="0058165E"/>
    <w:rsid w:val="00582A7F"/>
    <w:rsid w:val="00584E74"/>
    <w:rsid w:val="00585789"/>
    <w:rsid w:val="00590DAA"/>
    <w:rsid w:val="0059159A"/>
    <w:rsid w:val="00595842"/>
    <w:rsid w:val="0059598D"/>
    <w:rsid w:val="00597A15"/>
    <w:rsid w:val="005A10B5"/>
    <w:rsid w:val="005A2F77"/>
    <w:rsid w:val="005A48BD"/>
    <w:rsid w:val="005B1384"/>
    <w:rsid w:val="005B369C"/>
    <w:rsid w:val="005C11DE"/>
    <w:rsid w:val="005C1E5D"/>
    <w:rsid w:val="005C2E01"/>
    <w:rsid w:val="005C2F3D"/>
    <w:rsid w:val="005C770A"/>
    <w:rsid w:val="005D09E7"/>
    <w:rsid w:val="005D112E"/>
    <w:rsid w:val="005D47FD"/>
    <w:rsid w:val="005D5C42"/>
    <w:rsid w:val="005D5D57"/>
    <w:rsid w:val="005E4458"/>
    <w:rsid w:val="005E6BF9"/>
    <w:rsid w:val="005F6C1E"/>
    <w:rsid w:val="005F7C66"/>
    <w:rsid w:val="00603FF2"/>
    <w:rsid w:val="006062EE"/>
    <w:rsid w:val="00611BD5"/>
    <w:rsid w:val="00612453"/>
    <w:rsid w:val="00617FE0"/>
    <w:rsid w:val="00621EBF"/>
    <w:rsid w:val="00624BD4"/>
    <w:rsid w:val="006271F7"/>
    <w:rsid w:val="00627225"/>
    <w:rsid w:val="00630A77"/>
    <w:rsid w:val="0063100A"/>
    <w:rsid w:val="00631EE5"/>
    <w:rsid w:val="00635592"/>
    <w:rsid w:val="00637235"/>
    <w:rsid w:val="00637D37"/>
    <w:rsid w:val="00641021"/>
    <w:rsid w:val="00641E1B"/>
    <w:rsid w:val="00641F40"/>
    <w:rsid w:val="00642BEF"/>
    <w:rsid w:val="00643D68"/>
    <w:rsid w:val="00646ECD"/>
    <w:rsid w:val="006474AA"/>
    <w:rsid w:val="0064768A"/>
    <w:rsid w:val="00656E13"/>
    <w:rsid w:val="0066186B"/>
    <w:rsid w:val="00662D53"/>
    <w:rsid w:val="0066398F"/>
    <w:rsid w:val="00665D5C"/>
    <w:rsid w:val="00666087"/>
    <w:rsid w:val="006674C5"/>
    <w:rsid w:val="006721CF"/>
    <w:rsid w:val="00673E2D"/>
    <w:rsid w:val="006740AD"/>
    <w:rsid w:val="00674411"/>
    <w:rsid w:val="00674B90"/>
    <w:rsid w:val="00676C3C"/>
    <w:rsid w:val="00677298"/>
    <w:rsid w:val="00677EFC"/>
    <w:rsid w:val="0068201D"/>
    <w:rsid w:val="0068579F"/>
    <w:rsid w:val="0069051F"/>
    <w:rsid w:val="00691B46"/>
    <w:rsid w:val="00694B1A"/>
    <w:rsid w:val="00697890"/>
    <w:rsid w:val="006A4432"/>
    <w:rsid w:val="006A4695"/>
    <w:rsid w:val="006A5814"/>
    <w:rsid w:val="006B30F6"/>
    <w:rsid w:val="006B32D7"/>
    <w:rsid w:val="006B37B5"/>
    <w:rsid w:val="006B4C60"/>
    <w:rsid w:val="006B5E14"/>
    <w:rsid w:val="006C1C73"/>
    <w:rsid w:val="006C1CAD"/>
    <w:rsid w:val="006C4DB9"/>
    <w:rsid w:val="006C5C10"/>
    <w:rsid w:val="006C7FB2"/>
    <w:rsid w:val="006D4666"/>
    <w:rsid w:val="006D6EAA"/>
    <w:rsid w:val="006D71AC"/>
    <w:rsid w:val="006F73E7"/>
    <w:rsid w:val="0070204E"/>
    <w:rsid w:val="00703B3B"/>
    <w:rsid w:val="00703C57"/>
    <w:rsid w:val="0070672C"/>
    <w:rsid w:val="00707980"/>
    <w:rsid w:val="00710CDD"/>
    <w:rsid w:val="007122EE"/>
    <w:rsid w:val="0071283A"/>
    <w:rsid w:val="00722F59"/>
    <w:rsid w:val="007251C1"/>
    <w:rsid w:val="007260F1"/>
    <w:rsid w:val="00726DDC"/>
    <w:rsid w:val="00735EF3"/>
    <w:rsid w:val="00736974"/>
    <w:rsid w:val="007401B9"/>
    <w:rsid w:val="007403ED"/>
    <w:rsid w:val="0074400C"/>
    <w:rsid w:val="007448AD"/>
    <w:rsid w:val="00745B9D"/>
    <w:rsid w:val="00754AF2"/>
    <w:rsid w:val="00756937"/>
    <w:rsid w:val="00756A08"/>
    <w:rsid w:val="007576B0"/>
    <w:rsid w:val="00757C2E"/>
    <w:rsid w:val="0076054D"/>
    <w:rsid w:val="00760C02"/>
    <w:rsid w:val="00764695"/>
    <w:rsid w:val="00770CF0"/>
    <w:rsid w:val="00777E5F"/>
    <w:rsid w:val="00780A91"/>
    <w:rsid w:val="00784D9A"/>
    <w:rsid w:val="0078617D"/>
    <w:rsid w:val="007865BC"/>
    <w:rsid w:val="00786998"/>
    <w:rsid w:val="00787AD9"/>
    <w:rsid w:val="00790220"/>
    <w:rsid w:val="00790C49"/>
    <w:rsid w:val="007925E8"/>
    <w:rsid w:val="00793734"/>
    <w:rsid w:val="00795380"/>
    <w:rsid w:val="00796B75"/>
    <w:rsid w:val="00797FF6"/>
    <w:rsid w:val="007A70D0"/>
    <w:rsid w:val="007B0278"/>
    <w:rsid w:val="007B0A81"/>
    <w:rsid w:val="007B0BF0"/>
    <w:rsid w:val="007B4950"/>
    <w:rsid w:val="007C0B98"/>
    <w:rsid w:val="007C2D7A"/>
    <w:rsid w:val="007C65E2"/>
    <w:rsid w:val="007D3C32"/>
    <w:rsid w:val="007D61D6"/>
    <w:rsid w:val="007D6F9F"/>
    <w:rsid w:val="007D7150"/>
    <w:rsid w:val="007E2338"/>
    <w:rsid w:val="007E499C"/>
    <w:rsid w:val="007E59FF"/>
    <w:rsid w:val="007E7351"/>
    <w:rsid w:val="007F0761"/>
    <w:rsid w:val="007F40B4"/>
    <w:rsid w:val="007F6A43"/>
    <w:rsid w:val="007F7210"/>
    <w:rsid w:val="008052C1"/>
    <w:rsid w:val="00811A17"/>
    <w:rsid w:val="00812081"/>
    <w:rsid w:val="00815322"/>
    <w:rsid w:val="0081534A"/>
    <w:rsid w:val="008172ED"/>
    <w:rsid w:val="0082590D"/>
    <w:rsid w:val="00833484"/>
    <w:rsid w:val="00834A01"/>
    <w:rsid w:val="0084526B"/>
    <w:rsid w:val="00851E3F"/>
    <w:rsid w:val="00852A12"/>
    <w:rsid w:val="00852A14"/>
    <w:rsid w:val="008538C3"/>
    <w:rsid w:val="008548D1"/>
    <w:rsid w:val="00875B6B"/>
    <w:rsid w:val="008763C9"/>
    <w:rsid w:val="00876C1D"/>
    <w:rsid w:val="008774EA"/>
    <w:rsid w:val="00877ED9"/>
    <w:rsid w:val="00880AD5"/>
    <w:rsid w:val="0089374C"/>
    <w:rsid w:val="0089744F"/>
    <w:rsid w:val="00897CE6"/>
    <w:rsid w:val="008A16A0"/>
    <w:rsid w:val="008A6243"/>
    <w:rsid w:val="008B0427"/>
    <w:rsid w:val="008B0D36"/>
    <w:rsid w:val="008B1E3C"/>
    <w:rsid w:val="008B2868"/>
    <w:rsid w:val="008C0C00"/>
    <w:rsid w:val="008C512C"/>
    <w:rsid w:val="008C55DC"/>
    <w:rsid w:val="008C577E"/>
    <w:rsid w:val="008C5A24"/>
    <w:rsid w:val="008C77C7"/>
    <w:rsid w:val="008D0957"/>
    <w:rsid w:val="008D1C82"/>
    <w:rsid w:val="008D2313"/>
    <w:rsid w:val="008D29B5"/>
    <w:rsid w:val="008D6586"/>
    <w:rsid w:val="008D7AFD"/>
    <w:rsid w:val="008D7E2A"/>
    <w:rsid w:val="008E397A"/>
    <w:rsid w:val="008E69B7"/>
    <w:rsid w:val="008E7DEE"/>
    <w:rsid w:val="008F0EA5"/>
    <w:rsid w:val="008F4019"/>
    <w:rsid w:val="008F4987"/>
    <w:rsid w:val="008F4A1B"/>
    <w:rsid w:val="008F5E4C"/>
    <w:rsid w:val="00904913"/>
    <w:rsid w:val="0090653B"/>
    <w:rsid w:val="00910371"/>
    <w:rsid w:val="009165E2"/>
    <w:rsid w:val="00917842"/>
    <w:rsid w:val="0092068B"/>
    <w:rsid w:val="00921045"/>
    <w:rsid w:val="00921F46"/>
    <w:rsid w:val="0092218D"/>
    <w:rsid w:val="00924682"/>
    <w:rsid w:val="00924FF2"/>
    <w:rsid w:val="00926107"/>
    <w:rsid w:val="009270C2"/>
    <w:rsid w:val="009328D2"/>
    <w:rsid w:val="00932BCB"/>
    <w:rsid w:val="00932C50"/>
    <w:rsid w:val="0093723D"/>
    <w:rsid w:val="00940209"/>
    <w:rsid w:val="00941247"/>
    <w:rsid w:val="009443A0"/>
    <w:rsid w:val="00944D1D"/>
    <w:rsid w:val="00947394"/>
    <w:rsid w:val="00952A97"/>
    <w:rsid w:val="00953FFC"/>
    <w:rsid w:val="00954772"/>
    <w:rsid w:val="00961E82"/>
    <w:rsid w:val="009632FD"/>
    <w:rsid w:val="00964244"/>
    <w:rsid w:val="00971BD1"/>
    <w:rsid w:val="00975FCF"/>
    <w:rsid w:val="00976C15"/>
    <w:rsid w:val="00980665"/>
    <w:rsid w:val="009811D5"/>
    <w:rsid w:val="00984757"/>
    <w:rsid w:val="009933CB"/>
    <w:rsid w:val="00994CAF"/>
    <w:rsid w:val="009A0380"/>
    <w:rsid w:val="009A45F9"/>
    <w:rsid w:val="009A5549"/>
    <w:rsid w:val="009A77A6"/>
    <w:rsid w:val="009B54A5"/>
    <w:rsid w:val="009C2060"/>
    <w:rsid w:val="009C5776"/>
    <w:rsid w:val="009C7A8B"/>
    <w:rsid w:val="009D02CB"/>
    <w:rsid w:val="009D0AAE"/>
    <w:rsid w:val="009D1415"/>
    <w:rsid w:val="009D7E94"/>
    <w:rsid w:val="009E087A"/>
    <w:rsid w:val="009E386D"/>
    <w:rsid w:val="009E65EF"/>
    <w:rsid w:val="009F35D6"/>
    <w:rsid w:val="009F6A82"/>
    <w:rsid w:val="00A0554A"/>
    <w:rsid w:val="00A060C8"/>
    <w:rsid w:val="00A06311"/>
    <w:rsid w:val="00A20A11"/>
    <w:rsid w:val="00A21AB6"/>
    <w:rsid w:val="00A23B65"/>
    <w:rsid w:val="00A24323"/>
    <w:rsid w:val="00A246AD"/>
    <w:rsid w:val="00A265E0"/>
    <w:rsid w:val="00A3124A"/>
    <w:rsid w:val="00A32046"/>
    <w:rsid w:val="00A3279A"/>
    <w:rsid w:val="00A32C81"/>
    <w:rsid w:val="00A33F9F"/>
    <w:rsid w:val="00A35D54"/>
    <w:rsid w:val="00A35DA7"/>
    <w:rsid w:val="00A370EB"/>
    <w:rsid w:val="00A37628"/>
    <w:rsid w:val="00A40E69"/>
    <w:rsid w:val="00A50594"/>
    <w:rsid w:val="00A535AD"/>
    <w:rsid w:val="00A63855"/>
    <w:rsid w:val="00A655CD"/>
    <w:rsid w:val="00A66878"/>
    <w:rsid w:val="00A721F1"/>
    <w:rsid w:val="00A73FAF"/>
    <w:rsid w:val="00A760AB"/>
    <w:rsid w:val="00A82404"/>
    <w:rsid w:val="00A831FA"/>
    <w:rsid w:val="00A849E7"/>
    <w:rsid w:val="00A8620A"/>
    <w:rsid w:val="00A8663C"/>
    <w:rsid w:val="00A94907"/>
    <w:rsid w:val="00AA1801"/>
    <w:rsid w:val="00AA18AA"/>
    <w:rsid w:val="00AA3B00"/>
    <w:rsid w:val="00AA3C87"/>
    <w:rsid w:val="00AA5CB6"/>
    <w:rsid w:val="00AB0D5D"/>
    <w:rsid w:val="00AB2B84"/>
    <w:rsid w:val="00AB3528"/>
    <w:rsid w:val="00AB557D"/>
    <w:rsid w:val="00AB613E"/>
    <w:rsid w:val="00AC164F"/>
    <w:rsid w:val="00AC5132"/>
    <w:rsid w:val="00AC6398"/>
    <w:rsid w:val="00AC7410"/>
    <w:rsid w:val="00AD1719"/>
    <w:rsid w:val="00AD21E1"/>
    <w:rsid w:val="00AD65DD"/>
    <w:rsid w:val="00AD6BFA"/>
    <w:rsid w:val="00AE7C05"/>
    <w:rsid w:val="00AF0646"/>
    <w:rsid w:val="00AF567E"/>
    <w:rsid w:val="00AF6791"/>
    <w:rsid w:val="00AF688A"/>
    <w:rsid w:val="00AF6E79"/>
    <w:rsid w:val="00AF785C"/>
    <w:rsid w:val="00B04996"/>
    <w:rsid w:val="00B12690"/>
    <w:rsid w:val="00B12923"/>
    <w:rsid w:val="00B12A8F"/>
    <w:rsid w:val="00B16268"/>
    <w:rsid w:val="00B16F1B"/>
    <w:rsid w:val="00B17A2A"/>
    <w:rsid w:val="00B20900"/>
    <w:rsid w:val="00B20B07"/>
    <w:rsid w:val="00B2233F"/>
    <w:rsid w:val="00B25222"/>
    <w:rsid w:val="00B25698"/>
    <w:rsid w:val="00B30ED7"/>
    <w:rsid w:val="00B33B80"/>
    <w:rsid w:val="00B367E8"/>
    <w:rsid w:val="00B37230"/>
    <w:rsid w:val="00B3730B"/>
    <w:rsid w:val="00B44FD5"/>
    <w:rsid w:val="00B451D2"/>
    <w:rsid w:val="00B452EB"/>
    <w:rsid w:val="00B51AD7"/>
    <w:rsid w:val="00B53808"/>
    <w:rsid w:val="00B5394E"/>
    <w:rsid w:val="00B54827"/>
    <w:rsid w:val="00B55DB6"/>
    <w:rsid w:val="00B5682F"/>
    <w:rsid w:val="00B600DA"/>
    <w:rsid w:val="00B62C6D"/>
    <w:rsid w:val="00B63132"/>
    <w:rsid w:val="00B641AA"/>
    <w:rsid w:val="00B66ED5"/>
    <w:rsid w:val="00B67303"/>
    <w:rsid w:val="00B71B44"/>
    <w:rsid w:val="00B720B8"/>
    <w:rsid w:val="00B759A8"/>
    <w:rsid w:val="00B77134"/>
    <w:rsid w:val="00B805FF"/>
    <w:rsid w:val="00B81AE7"/>
    <w:rsid w:val="00B82BB7"/>
    <w:rsid w:val="00B82EF3"/>
    <w:rsid w:val="00B86985"/>
    <w:rsid w:val="00B86DAC"/>
    <w:rsid w:val="00B87889"/>
    <w:rsid w:val="00BA2F0A"/>
    <w:rsid w:val="00BA40EF"/>
    <w:rsid w:val="00BB2437"/>
    <w:rsid w:val="00BC0CC9"/>
    <w:rsid w:val="00BC0F6B"/>
    <w:rsid w:val="00BC34D6"/>
    <w:rsid w:val="00BC4691"/>
    <w:rsid w:val="00BC4871"/>
    <w:rsid w:val="00BC65A7"/>
    <w:rsid w:val="00BD1950"/>
    <w:rsid w:val="00BD4C63"/>
    <w:rsid w:val="00BD7787"/>
    <w:rsid w:val="00BE026E"/>
    <w:rsid w:val="00BE2489"/>
    <w:rsid w:val="00BE2D5A"/>
    <w:rsid w:val="00BF0976"/>
    <w:rsid w:val="00BF1972"/>
    <w:rsid w:val="00BF2137"/>
    <w:rsid w:val="00BF2ABC"/>
    <w:rsid w:val="00BF2DF9"/>
    <w:rsid w:val="00BF788D"/>
    <w:rsid w:val="00C04393"/>
    <w:rsid w:val="00C106E2"/>
    <w:rsid w:val="00C122B2"/>
    <w:rsid w:val="00C12FB8"/>
    <w:rsid w:val="00C167E6"/>
    <w:rsid w:val="00C171C2"/>
    <w:rsid w:val="00C21E11"/>
    <w:rsid w:val="00C21F6E"/>
    <w:rsid w:val="00C22D15"/>
    <w:rsid w:val="00C238C5"/>
    <w:rsid w:val="00C25E3D"/>
    <w:rsid w:val="00C2783D"/>
    <w:rsid w:val="00C30B96"/>
    <w:rsid w:val="00C32686"/>
    <w:rsid w:val="00C350D6"/>
    <w:rsid w:val="00C42964"/>
    <w:rsid w:val="00C43A9C"/>
    <w:rsid w:val="00C53709"/>
    <w:rsid w:val="00C55DEA"/>
    <w:rsid w:val="00C622CD"/>
    <w:rsid w:val="00C63871"/>
    <w:rsid w:val="00C63F4D"/>
    <w:rsid w:val="00C644E6"/>
    <w:rsid w:val="00C65332"/>
    <w:rsid w:val="00C71649"/>
    <w:rsid w:val="00C75B94"/>
    <w:rsid w:val="00C77175"/>
    <w:rsid w:val="00C81683"/>
    <w:rsid w:val="00C826D0"/>
    <w:rsid w:val="00C8574A"/>
    <w:rsid w:val="00C863A4"/>
    <w:rsid w:val="00C86709"/>
    <w:rsid w:val="00C92F13"/>
    <w:rsid w:val="00C95463"/>
    <w:rsid w:val="00C9714E"/>
    <w:rsid w:val="00C9720D"/>
    <w:rsid w:val="00CA1C8B"/>
    <w:rsid w:val="00CA1DC6"/>
    <w:rsid w:val="00CA772F"/>
    <w:rsid w:val="00CA7F8E"/>
    <w:rsid w:val="00CB2968"/>
    <w:rsid w:val="00CB5624"/>
    <w:rsid w:val="00CB6609"/>
    <w:rsid w:val="00CB7458"/>
    <w:rsid w:val="00CB763C"/>
    <w:rsid w:val="00CB79AC"/>
    <w:rsid w:val="00CC016F"/>
    <w:rsid w:val="00CC10EC"/>
    <w:rsid w:val="00CC2ADA"/>
    <w:rsid w:val="00CC5502"/>
    <w:rsid w:val="00CC6210"/>
    <w:rsid w:val="00CC6588"/>
    <w:rsid w:val="00CD2326"/>
    <w:rsid w:val="00CD2CF3"/>
    <w:rsid w:val="00CD50AD"/>
    <w:rsid w:val="00CD71B8"/>
    <w:rsid w:val="00CE1A8B"/>
    <w:rsid w:val="00CE1F80"/>
    <w:rsid w:val="00CE21D4"/>
    <w:rsid w:val="00CE5701"/>
    <w:rsid w:val="00CE5FF0"/>
    <w:rsid w:val="00CF070C"/>
    <w:rsid w:val="00CF0951"/>
    <w:rsid w:val="00CF3DA4"/>
    <w:rsid w:val="00D01CEC"/>
    <w:rsid w:val="00D04425"/>
    <w:rsid w:val="00D0526A"/>
    <w:rsid w:val="00D05F26"/>
    <w:rsid w:val="00D07668"/>
    <w:rsid w:val="00D1462D"/>
    <w:rsid w:val="00D1556F"/>
    <w:rsid w:val="00D168D5"/>
    <w:rsid w:val="00D23DC6"/>
    <w:rsid w:val="00D27BEA"/>
    <w:rsid w:val="00D3005E"/>
    <w:rsid w:val="00D33A08"/>
    <w:rsid w:val="00D40BDD"/>
    <w:rsid w:val="00D40C50"/>
    <w:rsid w:val="00D43C89"/>
    <w:rsid w:val="00D43EB9"/>
    <w:rsid w:val="00D44CCC"/>
    <w:rsid w:val="00D464F4"/>
    <w:rsid w:val="00D47730"/>
    <w:rsid w:val="00D501E9"/>
    <w:rsid w:val="00D5099D"/>
    <w:rsid w:val="00D54974"/>
    <w:rsid w:val="00D5533F"/>
    <w:rsid w:val="00D57BFF"/>
    <w:rsid w:val="00D62B45"/>
    <w:rsid w:val="00D63EAF"/>
    <w:rsid w:val="00D664C8"/>
    <w:rsid w:val="00D67351"/>
    <w:rsid w:val="00D70D1F"/>
    <w:rsid w:val="00D7277F"/>
    <w:rsid w:val="00D74DCF"/>
    <w:rsid w:val="00D7645F"/>
    <w:rsid w:val="00D82E90"/>
    <w:rsid w:val="00D83ED4"/>
    <w:rsid w:val="00D842E0"/>
    <w:rsid w:val="00D85B8F"/>
    <w:rsid w:val="00D863DD"/>
    <w:rsid w:val="00D919CC"/>
    <w:rsid w:val="00D920FA"/>
    <w:rsid w:val="00D92393"/>
    <w:rsid w:val="00DA0DB2"/>
    <w:rsid w:val="00DA1528"/>
    <w:rsid w:val="00DA17CD"/>
    <w:rsid w:val="00DA1A3D"/>
    <w:rsid w:val="00DA2DB4"/>
    <w:rsid w:val="00DA38E5"/>
    <w:rsid w:val="00DA3BE7"/>
    <w:rsid w:val="00DB27C9"/>
    <w:rsid w:val="00DB5BE8"/>
    <w:rsid w:val="00DC118C"/>
    <w:rsid w:val="00DC31A2"/>
    <w:rsid w:val="00DC4A7C"/>
    <w:rsid w:val="00DD1651"/>
    <w:rsid w:val="00DD4F65"/>
    <w:rsid w:val="00DD5D1C"/>
    <w:rsid w:val="00DD6AAF"/>
    <w:rsid w:val="00DE3179"/>
    <w:rsid w:val="00DE3204"/>
    <w:rsid w:val="00DE3839"/>
    <w:rsid w:val="00DF28D2"/>
    <w:rsid w:val="00DF6BE0"/>
    <w:rsid w:val="00E0104D"/>
    <w:rsid w:val="00E029B3"/>
    <w:rsid w:val="00E0597D"/>
    <w:rsid w:val="00E062EE"/>
    <w:rsid w:val="00E07940"/>
    <w:rsid w:val="00E108AE"/>
    <w:rsid w:val="00E16A67"/>
    <w:rsid w:val="00E20F7F"/>
    <w:rsid w:val="00E232C9"/>
    <w:rsid w:val="00E266A0"/>
    <w:rsid w:val="00E273B4"/>
    <w:rsid w:val="00E30887"/>
    <w:rsid w:val="00E318BF"/>
    <w:rsid w:val="00E32AB1"/>
    <w:rsid w:val="00E334D9"/>
    <w:rsid w:val="00E34402"/>
    <w:rsid w:val="00E344CB"/>
    <w:rsid w:val="00E3472F"/>
    <w:rsid w:val="00E36193"/>
    <w:rsid w:val="00E40C78"/>
    <w:rsid w:val="00E42B12"/>
    <w:rsid w:val="00E4459C"/>
    <w:rsid w:val="00E4625E"/>
    <w:rsid w:val="00E47B06"/>
    <w:rsid w:val="00E52C6A"/>
    <w:rsid w:val="00E52E38"/>
    <w:rsid w:val="00E54773"/>
    <w:rsid w:val="00E61E07"/>
    <w:rsid w:val="00E65755"/>
    <w:rsid w:val="00E6620C"/>
    <w:rsid w:val="00E730E9"/>
    <w:rsid w:val="00E74EC3"/>
    <w:rsid w:val="00E7595F"/>
    <w:rsid w:val="00E800BE"/>
    <w:rsid w:val="00E82B5D"/>
    <w:rsid w:val="00E82CC6"/>
    <w:rsid w:val="00E834E0"/>
    <w:rsid w:val="00E83DFF"/>
    <w:rsid w:val="00E83E99"/>
    <w:rsid w:val="00E84490"/>
    <w:rsid w:val="00E861B6"/>
    <w:rsid w:val="00E9324B"/>
    <w:rsid w:val="00E938E8"/>
    <w:rsid w:val="00E97A7F"/>
    <w:rsid w:val="00EA24C5"/>
    <w:rsid w:val="00EA59DD"/>
    <w:rsid w:val="00EB0CEF"/>
    <w:rsid w:val="00EB2141"/>
    <w:rsid w:val="00EB451D"/>
    <w:rsid w:val="00EB6269"/>
    <w:rsid w:val="00EB6593"/>
    <w:rsid w:val="00ED370D"/>
    <w:rsid w:val="00ED5477"/>
    <w:rsid w:val="00ED63E1"/>
    <w:rsid w:val="00EE4364"/>
    <w:rsid w:val="00EE55C1"/>
    <w:rsid w:val="00EF03D1"/>
    <w:rsid w:val="00F01BE7"/>
    <w:rsid w:val="00F02A36"/>
    <w:rsid w:val="00F03C49"/>
    <w:rsid w:val="00F03F6C"/>
    <w:rsid w:val="00F05158"/>
    <w:rsid w:val="00F06392"/>
    <w:rsid w:val="00F11A6C"/>
    <w:rsid w:val="00F14ACD"/>
    <w:rsid w:val="00F17F93"/>
    <w:rsid w:val="00F200A4"/>
    <w:rsid w:val="00F21782"/>
    <w:rsid w:val="00F263D6"/>
    <w:rsid w:val="00F26B64"/>
    <w:rsid w:val="00F31AB8"/>
    <w:rsid w:val="00F32831"/>
    <w:rsid w:val="00F35C48"/>
    <w:rsid w:val="00F42014"/>
    <w:rsid w:val="00F43F59"/>
    <w:rsid w:val="00F526B7"/>
    <w:rsid w:val="00F56F43"/>
    <w:rsid w:val="00F5796E"/>
    <w:rsid w:val="00F60835"/>
    <w:rsid w:val="00F65919"/>
    <w:rsid w:val="00F6658B"/>
    <w:rsid w:val="00F67EBA"/>
    <w:rsid w:val="00F7056F"/>
    <w:rsid w:val="00F71686"/>
    <w:rsid w:val="00F7353D"/>
    <w:rsid w:val="00F737BB"/>
    <w:rsid w:val="00F7652B"/>
    <w:rsid w:val="00F76A1F"/>
    <w:rsid w:val="00F81983"/>
    <w:rsid w:val="00F81E03"/>
    <w:rsid w:val="00F827F9"/>
    <w:rsid w:val="00F83BCF"/>
    <w:rsid w:val="00F86776"/>
    <w:rsid w:val="00F90993"/>
    <w:rsid w:val="00F92222"/>
    <w:rsid w:val="00F92607"/>
    <w:rsid w:val="00F9613C"/>
    <w:rsid w:val="00F970B2"/>
    <w:rsid w:val="00FA0A83"/>
    <w:rsid w:val="00FB5489"/>
    <w:rsid w:val="00FB64E8"/>
    <w:rsid w:val="00FB7B69"/>
    <w:rsid w:val="00FC1533"/>
    <w:rsid w:val="00FC45F8"/>
    <w:rsid w:val="00FC4BD9"/>
    <w:rsid w:val="00FD20B6"/>
    <w:rsid w:val="00FD7CA5"/>
    <w:rsid w:val="00FE4563"/>
    <w:rsid w:val="00FE496C"/>
    <w:rsid w:val="00FF0D12"/>
    <w:rsid w:val="00FF14BC"/>
    <w:rsid w:val="00FF2E5B"/>
    <w:rsid w:val="00FF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9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2209D"/>
    <w:pPr>
      <w:jc w:val="right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2209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1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270</Words>
  <Characters>1540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Журавлёва Н. С.</dc:creator>
  <cp:keywords/>
  <dc:description/>
  <cp:lastModifiedBy>User</cp:lastModifiedBy>
  <cp:revision>5</cp:revision>
  <cp:lastPrinted>2018-01-12T05:16:00Z</cp:lastPrinted>
  <dcterms:created xsi:type="dcterms:W3CDTF">2017-11-09T04:36:00Z</dcterms:created>
  <dcterms:modified xsi:type="dcterms:W3CDTF">2018-01-12T05:16:00Z</dcterms:modified>
</cp:coreProperties>
</file>